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41C5491F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8618C">
        <w:rPr>
          <w:rFonts w:ascii="Corbel" w:hAnsi="Corbel"/>
          <w:b/>
          <w:smallCaps/>
          <w:sz w:val="24"/>
          <w:szCs w:val="24"/>
        </w:rPr>
        <w:t>2020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48618C">
        <w:rPr>
          <w:rFonts w:ascii="Corbel" w:hAnsi="Corbel"/>
          <w:b/>
          <w:smallCaps/>
          <w:sz w:val="24"/>
          <w:szCs w:val="24"/>
        </w:rPr>
        <w:t>3</w:t>
      </w:r>
    </w:p>
    <w:p w14:paraId="75322F10" w14:textId="4ED0B1E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8618C">
        <w:rPr>
          <w:rFonts w:ascii="Corbel" w:hAnsi="Corbel"/>
          <w:sz w:val="20"/>
          <w:szCs w:val="20"/>
        </w:rPr>
        <w:t>2022/2023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2C0503AF" w:rsidR="0085747A" w:rsidRPr="00265FCC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92F45C" w:rsidR="0085747A" w:rsidRPr="009C54AE" w:rsidRDefault="00740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0CB54A7C" w:rsidR="0085747A" w:rsidRPr="009C54AE" w:rsidRDefault="00740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40625F38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1D430D7F" w:rsidR="0085747A" w:rsidRPr="009C54AE" w:rsidRDefault="00265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60D82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D76DB38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0799BC33" w:rsidR="0085747A" w:rsidRPr="009C54AE" w:rsidRDefault="0066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35B36CD" w:rsidR="0085747A" w:rsidRPr="009C54AE" w:rsidRDefault="00951286" w:rsidP="00265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5. i 6. Semestr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24D2771B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4B72B56E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7808CCE2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079208FC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112F6D7F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44318AA9" w:rsidR="00015B8F" w:rsidRPr="009C54AE" w:rsidRDefault="00E012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C5813F8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3885D9A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017BCD31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74A64DAC" w:rsidR="0085747A" w:rsidRPr="00D31CD4" w:rsidRDefault="00265F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65FC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31CD4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862CB" w14:textId="141052D5" w:rsidR="009C54AE" w:rsidRDefault="00B865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B7521C9" w14:textId="1BC0FDC2" w:rsidR="00D31CD4" w:rsidRDefault="00D31CD4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Zaliczenie zajęć z przedmiotów: teoretyczne podstawy </w:t>
            </w:r>
            <w:r w:rsidR="0070483D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kształcenia, teoretyczne podstawy </w:t>
            </w:r>
          </w:p>
          <w:p w14:paraId="713F94DD" w14:textId="0F24E02E" w:rsidR="0085747A" w:rsidRPr="009C54AE" w:rsidRDefault="00D31CD4" w:rsidP="00BA40B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podstawy metodologii badań pedagogicznych i diagnostyka</w:t>
            </w:r>
            <w:r w:rsidR="00BA40BD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057CD46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  <w:r w:rsidR="00265FCC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młodzieży oraz ogólnych zasad ich konstruowania i ewaluacji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46B961E2"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2D927C34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teoretycznej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 szkole w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potrzeb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3AD69DE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15CB265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rozwij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4F530BA" w14:textId="77777777" w:rsidTr="006666EC">
        <w:tc>
          <w:tcPr>
            <w:tcW w:w="1679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89E0A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6666EC">
        <w:tc>
          <w:tcPr>
            <w:tcW w:w="1679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CFD1690" w14:textId="05623258" w:rsidR="0085747A" w:rsidRPr="00BA40BD" w:rsidRDefault="006666EC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Zdefiniuje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pojęcie diagnozy i profilaktyki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poziomy i podmioty, rodzaje i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rzykłady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 odnosząc je do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óżnych rodzajów struktur społecznych i instytucji życia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połecznego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4C321F4B" w14:textId="77777777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F1E22FF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5783707" w14:textId="77777777" w:rsidTr="006666EC">
        <w:tc>
          <w:tcPr>
            <w:tcW w:w="1679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7F2D313" w14:textId="530C76A5" w:rsidR="0085747A" w:rsidRPr="00265FCC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6139F87" w14:textId="77777777" w:rsidR="006666EC" w:rsidRPr="00BA40BD" w:rsidRDefault="006666EC" w:rsidP="00BA40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72140161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113614A3" w14:textId="77777777" w:rsidTr="006666EC">
        <w:tc>
          <w:tcPr>
            <w:tcW w:w="1679" w:type="dxa"/>
          </w:tcPr>
          <w:p w14:paraId="1FE3FFBB" w14:textId="5CBA7082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F54E1D8" w14:textId="21CA90B0" w:rsidR="006666EC" w:rsidRPr="00BA40BD" w:rsidRDefault="00AE7C8A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Wykorzysta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rozpoznawania, analizy i oceny negatywnych zjawisk oraz</w:t>
            </w:r>
          </w:p>
          <w:p w14:paraId="08D669E6" w14:textId="4C309E23" w:rsidR="006666EC" w:rsidRPr="00BA40BD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65FC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65" w:type="dxa"/>
          </w:tcPr>
          <w:p w14:paraId="24A9628A" w14:textId="6E7B2D82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461F5ACB" w14:textId="77777777" w:rsidTr="006666EC">
        <w:tc>
          <w:tcPr>
            <w:tcW w:w="1679" w:type="dxa"/>
          </w:tcPr>
          <w:p w14:paraId="7BFA8E7A" w14:textId="063E7E33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6" w:type="dxa"/>
          </w:tcPr>
          <w:p w14:paraId="5638E4E4" w14:textId="6C133963" w:rsidR="006666EC" w:rsidRPr="00BA40BD" w:rsidRDefault="00AE7C8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akresie profilaktyki i opisze elementy motywujące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do samodoskonalenia</w:t>
            </w:r>
            <w:r w:rsidR="00265FC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FB1E15B" w14:textId="613B06AB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6DD7" w14:textId="5FF80A2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1EFB0D4E" w:rsidR="0085747A" w:rsidRDefault="0085747A" w:rsidP="00027D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FCC">
        <w:rPr>
          <w:rFonts w:ascii="Corbel" w:hAnsi="Corbel"/>
          <w:sz w:val="24"/>
          <w:szCs w:val="24"/>
        </w:rPr>
        <w:t>Problematyka ćwiczeń audytoryjnych</w:t>
      </w:r>
    </w:p>
    <w:p w14:paraId="203A3B76" w14:textId="77777777" w:rsidR="00265FCC" w:rsidRPr="00265FCC" w:rsidRDefault="00265FCC" w:rsidP="00265F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9C987E8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Zajęcia organizacyjne </w:t>
            </w:r>
            <w:r w:rsidR="00DF7668">
              <w:rPr>
                <w:rFonts w:ascii="Corbel" w:hAnsi="Corbel" w:cs="DejaVuSans"/>
                <w:sz w:val="24"/>
                <w:szCs w:val="24"/>
                <w:lang w:eastAsia="pl-PL"/>
              </w:rPr>
              <w:t>–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treści programowe, warunki zaliczenia, literatura,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6C6E0C6F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2EC1838D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AFCAAAB" w14:textId="77777777" w:rsidTr="00923D7D">
        <w:tc>
          <w:tcPr>
            <w:tcW w:w="9639" w:type="dxa"/>
          </w:tcPr>
          <w:p w14:paraId="12D0453B" w14:textId="4DC415DC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podmiot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działań profilaktycznych - potrzeba współpracy.</w:t>
            </w:r>
          </w:p>
        </w:tc>
      </w:tr>
      <w:tr w:rsidR="00FB2151" w:rsidRPr="009C54AE" w14:paraId="6A492708" w14:textId="77777777" w:rsidTr="00923D7D">
        <w:tc>
          <w:tcPr>
            <w:tcW w:w="9639" w:type="dxa"/>
          </w:tcPr>
          <w:p w14:paraId="294229C5" w14:textId="1B8635F7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Szkolne i środowiskowe programy profilaktyczne – aspekty prawne i zasady.</w:t>
            </w:r>
          </w:p>
        </w:tc>
      </w:tr>
      <w:tr w:rsidR="00FB2151" w:rsidRPr="009C54AE" w14:paraId="6FBEC715" w14:textId="77777777" w:rsidTr="00923D7D">
        <w:tc>
          <w:tcPr>
            <w:tcW w:w="9639" w:type="dxa"/>
          </w:tcPr>
          <w:p w14:paraId="12696119" w14:textId="79C04B9A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7085C10F" w14:textId="77777777" w:rsidTr="00923D7D">
        <w:tc>
          <w:tcPr>
            <w:tcW w:w="9639" w:type="dxa"/>
          </w:tcPr>
          <w:p w14:paraId="6337D8D1" w14:textId="612156BE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24D7ED95" w14:textId="77777777" w:rsidTr="00923D7D">
        <w:tc>
          <w:tcPr>
            <w:tcW w:w="9639" w:type="dxa"/>
          </w:tcPr>
          <w:p w14:paraId="49719117" w14:textId="5709A45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06159A27" w14:textId="77777777" w:rsidTr="00923D7D">
        <w:tc>
          <w:tcPr>
            <w:tcW w:w="9639" w:type="dxa"/>
          </w:tcPr>
          <w:p w14:paraId="580D0214" w14:textId="21B0FEF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08CCA631" w14:textId="77777777" w:rsidTr="00923D7D">
        <w:tc>
          <w:tcPr>
            <w:tcW w:w="9639" w:type="dxa"/>
          </w:tcPr>
          <w:p w14:paraId="505FDDCB" w14:textId="4C51D58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Uczeń z problemami natury emocjonalnej i zaburzeniami zachowania 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–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5CC6052E" w14:textId="77777777" w:rsidTr="00923D7D">
        <w:tc>
          <w:tcPr>
            <w:tcW w:w="9639" w:type="dxa"/>
          </w:tcPr>
          <w:p w14:paraId="491C4669" w14:textId="7A9BF6A3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6A132C5" w14:textId="77777777" w:rsidTr="00923D7D">
        <w:tc>
          <w:tcPr>
            <w:tcW w:w="9639" w:type="dxa"/>
          </w:tcPr>
          <w:p w14:paraId="27A957FC" w14:textId="2264F39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08A5" w14:textId="1B9762F6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0F015D" w14:textId="7E5F58D6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31B430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DF7668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F4ACED" w14:textId="77777777" w:rsidTr="00DF7668">
        <w:tc>
          <w:tcPr>
            <w:tcW w:w="1962" w:type="dxa"/>
          </w:tcPr>
          <w:p w14:paraId="1A6711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45A27950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C00E62" w14:textId="3B7597A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0E85F60" w14:textId="77777777" w:rsidTr="00DF7668">
        <w:tc>
          <w:tcPr>
            <w:tcW w:w="1962" w:type="dxa"/>
          </w:tcPr>
          <w:p w14:paraId="569AE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0442B01F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5850054E" w14:textId="2B94317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2C27D544" w14:textId="77777777" w:rsidTr="00DF7668">
        <w:tc>
          <w:tcPr>
            <w:tcW w:w="1962" w:type="dxa"/>
          </w:tcPr>
          <w:p w14:paraId="60E48B54" w14:textId="429113C2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AC21259" w14:textId="0D647E40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246AB56" w14:textId="5BE3CDBC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6AC7A192" w14:textId="77777777" w:rsidTr="00DF7668">
        <w:tc>
          <w:tcPr>
            <w:tcW w:w="1962" w:type="dxa"/>
          </w:tcPr>
          <w:p w14:paraId="56E04212" w14:textId="3E841983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45399EE" w14:textId="7655F652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6454728" w14:textId="4D589278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1EC76159" w:rsidR="0085747A" w:rsidRPr="00265FCC" w:rsidRDefault="00076F58" w:rsidP="002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i</w:t>
            </w:r>
            <w:r w:rsid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403540BE" w:rsidR="0085747A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0F197B4" w:rsidR="00C61DC5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581343" w14:textId="7136A045" w:rsidR="00C61DC5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218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46E47B5E" w:rsidR="0085747A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5078386C" w:rsidR="0085747A" w:rsidRPr="009C54AE" w:rsidRDefault="00E01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14657CFD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60166898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36FD37" w14:textId="4F971F3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DA5F5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95179C" w14:textId="4480A7C7" w:rsidR="003A2099" w:rsidRPr="00265FCC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 w:rsidRPr="00265F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265FCC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14:paraId="3D26D29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14:paraId="156905DB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14:paraId="79125BB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14:paraId="5055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Kamińska-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Buśko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Szymańska J.,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14:paraId="095D2EC9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2005.</w:t>
            </w:r>
          </w:p>
          <w:p w14:paraId="56D880E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Kosińska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14:paraId="4AD6EEDF" w14:textId="6D168CE0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2000</w:t>
            </w:r>
          </w:p>
          <w:p w14:paraId="15275F0B" w14:textId="66028FAC" w:rsidR="0077601D" w:rsidRPr="00265FCC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Porzak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 2019.</w:t>
            </w:r>
          </w:p>
          <w:p w14:paraId="3296B4A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Simm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Węgrzyn-Jelonek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14:paraId="5A9C799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2002</w:t>
            </w:r>
          </w:p>
          <w:p w14:paraId="3FF1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Wieczorek-Stachowicz M.,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14:paraId="0BAA863E" w14:textId="3D093107" w:rsidR="00076F58" w:rsidRPr="00265FCC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65FCC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265FC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7EC10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467C3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F60F7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Bogdanko A.,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14:paraId="5BD7EA60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i, Kraków 2009.</w:t>
            </w:r>
          </w:p>
          <w:p w14:paraId="05474E74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14:paraId="1B9968FF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</w:t>
            </w:r>
          </w:p>
          <w:p w14:paraId="675DC298" w14:textId="06B38C6F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2004.</w:t>
            </w:r>
          </w:p>
          <w:p w14:paraId="311F2477" w14:textId="4FB4FB39" w:rsidR="0077601D" w:rsidRPr="00265FCC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Wullbach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Lewicka I.,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Łódź 2014</w:t>
            </w:r>
          </w:p>
          <w:p w14:paraId="3E58849F" w14:textId="027EA546" w:rsidR="003A2099" w:rsidRPr="00265FCC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151AD" w14:textId="77777777" w:rsidR="003A49B8" w:rsidRDefault="003A49B8" w:rsidP="00C16ABF">
      <w:pPr>
        <w:spacing w:after="0" w:line="240" w:lineRule="auto"/>
      </w:pPr>
      <w:r>
        <w:separator/>
      </w:r>
    </w:p>
  </w:endnote>
  <w:endnote w:type="continuationSeparator" w:id="0">
    <w:p w14:paraId="67CDA705" w14:textId="77777777" w:rsidR="003A49B8" w:rsidRDefault="003A49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EBE98" w14:textId="77777777" w:rsidR="003A49B8" w:rsidRDefault="003A49B8" w:rsidP="00C16ABF">
      <w:pPr>
        <w:spacing w:after="0" w:line="240" w:lineRule="auto"/>
      </w:pPr>
      <w:r>
        <w:separator/>
      </w:r>
    </w:p>
  </w:footnote>
  <w:footnote w:type="continuationSeparator" w:id="0">
    <w:p w14:paraId="77FE40D5" w14:textId="77777777" w:rsidR="003A49B8" w:rsidRDefault="003A49B8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D82"/>
    <w:rsid w:val="00265FC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424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099"/>
    <w:rsid w:val="003A49B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8618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6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3D"/>
    <w:rsid w:val="00706544"/>
    <w:rsid w:val="007072BA"/>
    <w:rsid w:val="0071620A"/>
    <w:rsid w:val="00723E0D"/>
    <w:rsid w:val="00724677"/>
    <w:rsid w:val="00725459"/>
    <w:rsid w:val="007327BD"/>
    <w:rsid w:val="00734608"/>
    <w:rsid w:val="007404E2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93599"/>
    <w:rsid w:val="00796E2B"/>
    <w:rsid w:val="007A4022"/>
    <w:rsid w:val="007A6E6E"/>
    <w:rsid w:val="007C3299"/>
    <w:rsid w:val="007C3BCC"/>
    <w:rsid w:val="007C4546"/>
    <w:rsid w:val="007D6E56"/>
    <w:rsid w:val="007F1652"/>
    <w:rsid w:val="007F4155"/>
    <w:rsid w:val="00801CD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24DA"/>
    <w:rsid w:val="00997F14"/>
    <w:rsid w:val="009A78D9"/>
    <w:rsid w:val="009C1331"/>
    <w:rsid w:val="009C3555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C61"/>
    <w:rsid w:val="00AD66D6"/>
    <w:rsid w:val="00AE1160"/>
    <w:rsid w:val="00AE203C"/>
    <w:rsid w:val="00AE2E74"/>
    <w:rsid w:val="00AE5FCB"/>
    <w:rsid w:val="00AE7C8A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86512"/>
    <w:rsid w:val="00B90885"/>
    <w:rsid w:val="00BA40B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A0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2A9D"/>
    <w:rsid w:val="00D352C9"/>
    <w:rsid w:val="00D425B2"/>
    <w:rsid w:val="00D428D6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71C8"/>
    <w:rsid w:val="00DF7668"/>
    <w:rsid w:val="00E012F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05E8-E0F0-4B3E-A647-FA677E56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2019-12-05T10:56:00Z</cp:lastPrinted>
  <dcterms:created xsi:type="dcterms:W3CDTF">2019-11-12T13:26:00Z</dcterms:created>
  <dcterms:modified xsi:type="dcterms:W3CDTF">2021-10-01T09:10:00Z</dcterms:modified>
</cp:coreProperties>
</file>